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67" w:rsidRPr="00C567F1" w:rsidRDefault="00994967" w:rsidP="00592F01">
      <w:pPr>
        <w:adjustRightInd w:val="0"/>
        <w:snapToGrid w:val="0"/>
        <w:jc w:val="center"/>
        <w:rPr>
          <w:rFonts w:ascii="標楷體" w:eastAsia="標楷體" w:hAnsi="標楷體"/>
          <w:sz w:val="44"/>
        </w:rPr>
      </w:pPr>
      <w:r w:rsidRPr="00C567F1">
        <w:rPr>
          <w:rFonts w:ascii="標楷體" w:eastAsia="標楷體" w:hAnsi="標楷體" w:hint="eastAsia"/>
          <w:sz w:val="44"/>
        </w:rPr>
        <w:t>甄選入學心得分享</w:t>
      </w:r>
    </w:p>
    <w:p w:rsidR="00592F01" w:rsidRPr="00C567F1" w:rsidRDefault="00994967" w:rsidP="000A186C">
      <w:pPr>
        <w:pStyle w:val="a3"/>
        <w:adjustRightInd w:val="0"/>
        <w:snapToGrid w:val="0"/>
        <w:spacing w:afterLines="50" w:after="180" w:line="400" w:lineRule="exact"/>
        <w:ind w:firstLine="560"/>
        <w:rPr>
          <w:rFonts w:ascii="標楷體" w:eastAsia="標楷體" w:hAnsi="標楷體"/>
          <w:sz w:val="28"/>
          <w:szCs w:val="28"/>
        </w:rPr>
      </w:pPr>
      <w:r w:rsidRPr="00C567F1">
        <w:rPr>
          <w:rFonts w:ascii="標楷體" w:eastAsia="標楷體" w:hAnsi="標楷體" w:hint="eastAsia"/>
          <w:sz w:val="28"/>
          <w:szCs w:val="28"/>
        </w:rPr>
        <w:t>經驗傳承一直是我們興華中學所秉持的教育理念，您參加甄選入學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（包括學校推薦與申請入學）</w:t>
      </w:r>
      <w:r w:rsidRPr="00C567F1">
        <w:rPr>
          <w:rFonts w:ascii="標楷體" w:eastAsia="標楷體" w:hAnsi="標楷體" w:hint="eastAsia"/>
          <w:sz w:val="28"/>
          <w:szCs w:val="28"/>
        </w:rPr>
        <w:t>的寶貴經驗，必成為學弟</w:t>
      </w:r>
      <w:r w:rsidR="00C673E1" w:rsidRPr="00C567F1">
        <w:rPr>
          <w:rFonts w:ascii="標楷體" w:eastAsia="標楷體" w:hAnsi="標楷體" w:hint="eastAsia"/>
          <w:sz w:val="28"/>
          <w:szCs w:val="28"/>
        </w:rPr>
        <w:t>妹們在未來升學</w:t>
      </w:r>
      <w:r w:rsidR="00592F01" w:rsidRPr="00C567F1">
        <w:rPr>
          <w:rFonts w:ascii="標楷體" w:eastAsia="標楷體" w:hAnsi="標楷體" w:hint="eastAsia"/>
          <w:sz w:val="28"/>
          <w:szCs w:val="28"/>
        </w:rPr>
        <w:t>的豐富資源，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希望</w:t>
      </w:r>
      <w:r w:rsidRPr="00C567F1">
        <w:rPr>
          <w:rFonts w:ascii="標楷體" w:eastAsia="標楷體" w:hAnsi="標楷體" w:hint="eastAsia"/>
          <w:sz w:val="28"/>
          <w:szCs w:val="28"/>
        </w:rPr>
        <w:t>您</w:t>
      </w:r>
      <w:r w:rsidR="00CE20A7" w:rsidRPr="00C567F1">
        <w:rPr>
          <w:rFonts w:ascii="標楷體" w:eastAsia="標楷體" w:hAnsi="標楷體" w:hint="eastAsia"/>
          <w:sz w:val="28"/>
          <w:szCs w:val="28"/>
        </w:rPr>
        <w:t>能</w:t>
      </w:r>
      <w:r w:rsidRPr="00C567F1">
        <w:rPr>
          <w:rFonts w:ascii="標楷體" w:eastAsia="標楷體" w:hAnsi="標楷體" w:hint="eastAsia"/>
          <w:sz w:val="28"/>
          <w:szCs w:val="28"/>
        </w:rPr>
        <w:t>細心填寫表格內容，感謝您！並祝您金榜題名！</w:t>
      </w:r>
    </w:p>
    <w:tbl>
      <w:tblPr>
        <w:tblW w:w="10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727"/>
        <w:gridCol w:w="856"/>
        <w:gridCol w:w="712"/>
        <w:gridCol w:w="766"/>
        <w:gridCol w:w="1356"/>
        <w:gridCol w:w="885"/>
        <w:gridCol w:w="779"/>
        <w:gridCol w:w="779"/>
        <w:gridCol w:w="346"/>
        <w:gridCol w:w="433"/>
        <w:gridCol w:w="832"/>
        <w:gridCol w:w="360"/>
        <w:gridCol w:w="366"/>
        <w:gridCol w:w="790"/>
        <w:gridCol w:w="6"/>
      </w:tblGrid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 w:val="restart"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班級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4D204D" w:rsidRPr="00C567F1" w:rsidRDefault="00CF484F" w:rsidP="0070765A">
            <w:pPr>
              <w:adjustRightInd w:val="0"/>
              <w:snapToGrid w:val="0"/>
              <w:ind w:firstLineChars="57" w:firstLine="16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高三</w:t>
            </w:r>
          </w:p>
        </w:tc>
        <w:tc>
          <w:tcPr>
            <w:tcW w:w="712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122" w:type="dxa"/>
            <w:gridSpan w:val="2"/>
            <w:vMerge w:val="restart"/>
            <w:vAlign w:val="center"/>
          </w:tcPr>
          <w:p w:rsidR="00994967" w:rsidRPr="00C567F1" w:rsidRDefault="00595D2A" w:rsidP="005760CC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黃清郁</w:t>
            </w:r>
          </w:p>
        </w:tc>
        <w:tc>
          <w:tcPr>
            <w:tcW w:w="885" w:type="dxa"/>
            <w:vMerge w:val="restart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學測</w:t>
            </w:r>
          </w:p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級分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國</w:t>
            </w:r>
          </w:p>
        </w:tc>
        <w:tc>
          <w:tcPr>
            <w:tcW w:w="779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英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數</w:t>
            </w:r>
          </w:p>
        </w:tc>
        <w:tc>
          <w:tcPr>
            <w:tcW w:w="832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社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自</w:t>
            </w:r>
          </w:p>
        </w:tc>
        <w:tc>
          <w:tcPr>
            <w:tcW w:w="790" w:type="dxa"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總</w:t>
            </w:r>
          </w:p>
        </w:tc>
      </w:tr>
      <w:tr w:rsidR="00C673E1" w:rsidRPr="00C567F1">
        <w:trPr>
          <w:gridAfter w:val="1"/>
          <w:wAfter w:w="6" w:type="dxa"/>
          <w:trHeight w:val="540"/>
        </w:trPr>
        <w:tc>
          <w:tcPr>
            <w:tcW w:w="739" w:type="dxa"/>
            <w:vMerge/>
            <w:vAlign w:val="center"/>
          </w:tcPr>
          <w:p w:rsidR="00994967" w:rsidRPr="00C567F1" w:rsidRDefault="00994967" w:rsidP="00575753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12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2" w:type="dxa"/>
            <w:gridSpan w:val="2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885" w:type="dxa"/>
            <w:vMerge/>
            <w:vAlign w:val="center"/>
          </w:tcPr>
          <w:p w:rsidR="00994967" w:rsidRPr="00C567F1" w:rsidRDefault="00994967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9" w:type="dxa"/>
            <w:vAlign w:val="center"/>
          </w:tcPr>
          <w:p w:rsidR="00994967" w:rsidRPr="00C567F1" w:rsidRDefault="00595D2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779" w:type="dxa"/>
            <w:vAlign w:val="center"/>
          </w:tcPr>
          <w:p w:rsidR="00994967" w:rsidRPr="00C567F1" w:rsidRDefault="00595D2A" w:rsidP="00060268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7</w:t>
            </w:r>
          </w:p>
        </w:tc>
        <w:tc>
          <w:tcPr>
            <w:tcW w:w="779" w:type="dxa"/>
            <w:gridSpan w:val="2"/>
            <w:vAlign w:val="center"/>
          </w:tcPr>
          <w:p w:rsidR="00994967" w:rsidRPr="00C567F1" w:rsidRDefault="00595D2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9</w:t>
            </w:r>
          </w:p>
        </w:tc>
        <w:tc>
          <w:tcPr>
            <w:tcW w:w="832" w:type="dxa"/>
            <w:vAlign w:val="center"/>
          </w:tcPr>
          <w:p w:rsidR="00994967" w:rsidRPr="00C567F1" w:rsidRDefault="00595D2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994967" w:rsidRPr="00C567F1" w:rsidRDefault="00595D2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8</w:t>
            </w:r>
          </w:p>
        </w:tc>
        <w:tc>
          <w:tcPr>
            <w:tcW w:w="790" w:type="dxa"/>
            <w:vAlign w:val="center"/>
          </w:tcPr>
          <w:p w:rsidR="00994967" w:rsidRPr="00C567F1" w:rsidRDefault="00595D2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42</w:t>
            </w:r>
          </w:p>
        </w:tc>
      </w:tr>
      <w:tr w:rsidR="000A186C" w:rsidRPr="00C567F1">
        <w:trPr>
          <w:gridAfter w:val="1"/>
          <w:wAfter w:w="6" w:type="dxa"/>
          <w:trHeight w:val="737"/>
        </w:trPr>
        <w:tc>
          <w:tcPr>
            <w:tcW w:w="146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firstLineChars="50" w:firstLine="14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甄選方式</w:t>
            </w:r>
          </w:p>
        </w:tc>
        <w:tc>
          <w:tcPr>
            <w:tcW w:w="3690" w:type="dxa"/>
            <w:gridSpan w:val="4"/>
            <w:vAlign w:val="center"/>
          </w:tcPr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ascii="標楷體" w:eastAsia="標楷體" w:hAnsi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□</w:t>
            </w:r>
            <w:r w:rsidR="00FC62E0" w:rsidRPr="00C567F1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學校推薦</w:t>
            </w:r>
          </w:p>
          <w:p w:rsidR="000A186C" w:rsidRPr="00C567F1" w:rsidRDefault="00BE278D" w:rsidP="00AA6C64">
            <w:pPr>
              <w:adjustRightInd w:val="0"/>
              <w:snapToGrid w:val="0"/>
              <w:ind w:leftChars="13" w:left="31" w:firstLineChars="250" w:firstLine="70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■</w:t>
            </w:r>
            <w:r w:rsidR="002A0B61" w:rsidRPr="00C567F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="000A186C" w:rsidRPr="00C567F1">
              <w:rPr>
                <w:rFonts w:ascii="標楷體" w:eastAsia="標楷體" w:hAnsi="標楷體" w:hint="eastAsia"/>
                <w:sz w:val="28"/>
                <w:szCs w:val="28"/>
              </w:rPr>
              <w:t>個人申請</w:t>
            </w:r>
          </w:p>
        </w:tc>
        <w:tc>
          <w:tcPr>
            <w:tcW w:w="1664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第一階段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25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ind w:leftChars="4" w:left="1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第二階段</w:t>
            </w:r>
          </w:p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錄取人數</w:t>
            </w:r>
          </w:p>
        </w:tc>
        <w:tc>
          <w:tcPr>
            <w:tcW w:w="1156" w:type="dxa"/>
            <w:gridSpan w:val="2"/>
            <w:vAlign w:val="center"/>
          </w:tcPr>
          <w:p w:rsidR="000A186C" w:rsidRPr="00C567F1" w:rsidRDefault="000A186C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甄選學校</w:t>
            </w:r>
          </w:p>
        </w:tc>
        <w:tc>
          <w:tcPr>
            <w:tcW w:w="2334" w:type="dxa"/>
            <w:gridSpan w:val="3"/>
            <w:vAlign w:val="center"/>
          </w:tcPr>
          <w:p w:rsidR="00C673E1" w:rsidRPr="00C567F1" w:rsidRDefault="00595D2A" w:rsidP="004C0EF9">
            <w:pPr>
              <w:adjustRightInd w:val="0"/>
              <w:snapToGrid w:val="0"/>
              <w:ind w:rightChars="60" w:right="144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南臺大學</w:t>
            </w:r>
          </w:p>
        </w:tc>
        <w:tc>
          <w:tcPr>
            <w:tcW w:w="1356" w:type="dxa"/>
            <w:vAlign w:val="center"/>
          </w:tcPr>
          <w:p w:rsidR="00C673E1" w:rsidRPr="00C567F1" w:rsidRDefault="00C673E1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甄選系別</w:t>
            </w:r>
          </w:p>
        </w:tc>
        <w:tc>
          <w:tcPr>
            <w:tcW w:w="5576" w:type="dxa"/>
            <w:gridSpan w:val="10"/>
            <w:vAlign w:val="center"/>
          </w:tcPr>
          <w:p w:rsidR="00C673E1" w:rsidRPr="00C567F1" w:rsidRDefault="00595D2A" w:rsidP="00AA6C64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創新產品設計</w:t>
            </w:r>
          </w:p>
        </w:tc>
      </w:tr>
      <w:tr w:rsidR="00C673E1" w:rsidRPr="00C567F1">
        <w:trPr>
          <w:trHeight w:val="737"/>
        </w:trPr>
        <w:tc>
          <w:tcPr>
            <w:tcW w:w="1466" w:type="dxa"/>
            <w:gridSpan w:val="2"/>
            <w:vAlign w:val="center"/>
          </w:tcPr>
          <w:p w:rsidR="00C673E1" w:rsidRPr="00C567F1" w:rsidRDefault="00C673E1" w:rsidP="000A186C">
            <w:pPr>
              <w:adjustRightInd w:val="0"/>
              <w:snapToGrid w:val="0"/>
              <w:ind w:firstLineChars="50" w:firstLine="140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甄選項目</w:t>
            </w:r>
          </w:p>
        </w:tc>
        <w:tc>
          <w:tcPr>
            <w:tcW w:w="9266" w:type="dxa"/>
            <w:gridSpan w:val="14"/>
            <w:vAlign w:val="center"/>
          </w:tcPr>
          <w:p w:rsidR="00C673E1" w:rsidRPr="00C567F1" w:rsidRDefault="00C673E1" w:rsidP="00C673E1">
            <w:pPr>
              <w:adjustRightInd w:val="0"/>
              <w:snapToGrid w:val="0"/>
              <w:ind w:left="152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一、流程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二、備審資料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三、面</w:t>
            </w:r>
            <w:r w:rsidR="000A186C" w:rsidRPr="00C567F1">
              <w:rPr>
                <w:rFonts w:eastAsia="標楷體" w:hint="eastAsia"/>
                <w:sz w:val="28"/>
                <w:szCs w:val="28"/>
              </w:rPr>
              <w:t>試</w:t>
            </w:r>
            <w:r w:rsidRPr="00C567F1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="00F67BE1" w:rsidRPr="00C567F1">
              <w:rPr>
                <w:rFonts w:eastAsia="標楷體" w:hint="eastAsia"/>
                <w:sz w:val="28"/>
                <w:szCs w:val="28"/>
              </w:rPr>
              <w:t>四、筆</w:t>
            </w:r>
            <w:r w:rsidRPr="00C567F1">
              <w:rPr>
                <w:rFonts w:eastAsia="標楷體" w:hint="eastAsia"/>
                <w:sz w:val="28"/>
                <w:szCs w:val="28"/>
              </w:rPr>
              <w:t>試</w:t>
            </w:r>
          </w:p>
        </w:tc>
      </w:tr>
      <w:tr w:rsidR="000A186C" w:rsidRPr="00C567F1" w:rsidTr="00293548">
        <w:trPr>
          <w:cantSplit/>
          <w:trHeight w:val="2174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一、流程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A186C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（請說明此校系第二階段指定項目內容及甄選總成績比重分配）</w:t>
            </w:r>
          </w:p>
          <w:p w:rsidR="00F21850" w:rsidRDefault="00595D2A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報到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現場抽題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  <w:p w:rsidR="00595D2A" w:rsidRDefault="00595D2A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面試</w:t>
            </w:r>
            <w:r>
              <w:rPr>
                <w:rFonts w:eastAsia="標楷體" w:hint="eastAsia"/>
                <w:sz w:val="28"/>
                <w:szCs w:val="28"/>
              </w:rPr>
              <w:t>3min</w:t>
            </w:r>
          </w:p>
          <w:p w:rsidR="00595D2A" w:rsidRDefault="00595D2A" w:rsidP="00F62781">
            <w:pPr>
              <w:adjustRightInd w:val="0"/>
              <w:snapToGrid w:val="0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1min</w:t>
            </w:r>
            <w:r>
              <w:rPr>
                <w:rFonts w:eastAsia="標楷體" w:hint="eastAsia"/>
                <w:sz w:val="28"/>
                <w:szCs w:val="28"/>
              </w:rPr>
              <w:t>自我介紹</w:t>
            </w:r>
            <w:r>
              <w:rPr>
                <w:rFonts w:eastAsia="標楷體" w:hint="eastAsia"/>
                <w:sz w:val="28"/>
                <w:szCs w:val="28"/>
              </w:rPr>
              <w:t xml:space="preserve">         1min</w:t>
            </w:r>
            <w:r>
              <w:rPr>
                <w:rFonts w:eastAsia="標楷體" w:hint="eastAsia"/>
                <w:sz w:val="28"/>
                <w:szCs w:val="28"/>
              </w:rPr>
              <w:t>給教授問問題</w:t>
            </w:r>
          </w:p>
          <w:p w:rsidR="00595D2A" w:rsidRPr="00C567F1" w:rsidRDefault="00595D2A" w:rsidP="00F62781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1min</w:t>
            </w:r>
            <w:r>
              <w:rPr>
                <w:rFonts w:eastAsia="標楷體" w:hint="eastAsia"/>
                <w:sz w:val="28"/>
                <w:szCs w:val="28"/>
              </w:rPr>
              <w:t>回答抽到的題目</w:t>
            </w:r>
          </w:p>
        </w:tc>
      </w:tr>
      <w:tr w:rsidR="00994967" w:rsidRPr="00C567F1" w:rsidTr="00293548">
        <w:trPr>
          <w:cantSplit/>
          <w:trHeight w:val="2592"/>
        </w:trPr>
        <w:tc>
          <w:tcPr>
            <w:tcW w:w="739" w:type="dxa"/>
            <w:vAlign w:val="center"/>
          </w:tcPr>
          <w:p w:rsidR="0065525A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二、備審</w:t>
            </w:r>
          </w:p>
          <w:p w:rsidR="00994967" w:rsidRPr="00C567F1" w:rsidRDefault="0065525A" w:rsidP="0065525A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資料</w:t>
            </w:r>
          </w:p>
        </w:tc>
        <w:tc>
          <w:tcPr>
            <w:tcW w:w="9993" w:type="dxa"/>
            <w:gridSpan w:val="15"/>
          </w:tcPr>
          <w:p w:rsidR="0065525A" w:rsidRPr="00C567F1" w:rsidRDefault="0065525A" w:rsidP="0065525A">
            <w:pPr>
              <w:adjustRightInd w:val="0"/>
              <w:snapToGrid w:val="0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（若有備審資料，請說明備審資料準備與製作編輯的過程及注意事項）</w:t>
            </w:r>
          </w:p>
          <w:p w:rsidR="00293548" w:rsidRPr="00303E62" w:rsidRDefault="00595D2A" w:rsidP="00303E62">
            <w:pPr>
              <w:adjustRightInd w:val="0"/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作品集</w:t>
            </w:r>
            <w:r w:rsidR="00DD3B05">
              <w:rPr>
                <w:rFonts w:eastAsia="標楷體" w:hint="eastAsia"/>
                <w:sz w:val="28"/>
                <w:szCs w:val="28"/>
              </w:rPr>
              <w:t>勿放備審，打印後裝訂成冊</w:t>
            </w:r>
          </w:p>
        </w:tc>
      </w:tr>
      <w:tr w:rsidR="00C567F1" w:rsidRPr="00C567F1" w:rsidTr="00DD3B05">
        <w:trPr>
          <w:cantSplit/>
          <w:trHeight w:val="2379"/>
        </w:trPr>
        <w:tc>
          <w:tcPr>
            <w:tcW w:w="739" w:type="dxa"/>
            <w:vMerge w:val="restart"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三、面試</w:t>
            </w:r>
          </w:p>
        </w:tc>
        <w:tc>
          <w:tcPr>
            <w:tcW w:w="9993" w:type="dxa"/>
            <w:gridSpan w:val="15"/>
          </w:tcPr>
          <w:p w:rsidR="00C567F1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（若有面試，請註明面試方式、座位表、面試內容、題目、及服儀須知）</w:t>
            </w:r>
          </w:p>
          <w:p w:rsidR="00F21850" w:rsidRDefault="00DD3B05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1.團體面試</w:t>
            </w:r>
          </w:p>
          <w:p w:rsidR="00DD3B05" w:rsidRDefault="00E55FC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CD9134" wp14:editId="7D484A88">
                      <wp:simplePos x="0" y="0"/>
                      <wp:positionH relativeFrom="column">
                        <wp:posOffset>275590</wp:posOffset>
                      </wp:positionH>
                      <wp:positionV relativeFrom="paragraph">
                        <wp:posOffset>195580</wp:posOffset>
                      </wp:positionV>
                      <wp:extent cx="523875" cy="219075"/>
                      <wp:effectExtent l="0" t="0" r="28575" b="28575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0" o:spid="_x0000_s1026" style="position:absolute;margin-left:21.7pt;margin-top:15.4pt;width:41.25pt;height:17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" filled="f" strokecolor="black [3213]"/>
                  </w:pict>
                </mc:Fallback>
              </mc:AlternateContent>
            </w:r>
            <w:r w:rsidR="00DD3B05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F2A15F4" wp14:editId="4C990124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71755</wp:posOffset>
                      </wp:positionV>
                      <wp:extent cx="190500" cy="0"/>
                      <wp:effectExtent l="38100" t="76200" r="0" b="114300"/>
                      <wp:wrapNone/>
                      <wp:docPr id="11" name="直線單箭頭接點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11" o:spid="_x0000_s1026" type="#_x0000_t32" style="position:absolute;margin-left:69.7pt;margin-top:5.65pt;width:15pt;height:0;flip:x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" strokecolor="black [3213]">
                      <v:stroke endarrow="open"/>
                    </v:shape>
                  </w:pict>
                </mc:Fallback>
              </mc:AlternateContent>
            </w:r>
            <w:r w:rsidR="00DD3B05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C7DD97" wp14:editId="408CC724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26670</wp:posOffset>
                      </wp:positionV>
                      <wp:extent cx="114300" cy="114300"/>
                      <wp:effectExtent l="0" t="0" r="19050" b="19050"/>
                      <wp:wrapNone/>
                      <wp:docPr id="1" name="橢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" o:spid="_x0000_s1026" style="position:absolute;margin-left:27.7pt;margin-top:2.1pt;width:9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" filled="f" strokecolor="black [3213]" strokeweight=".5pt"/>
                  </w:pict>
                </mc:Fallback>
              </mc:AlternateContent>
            </w:r>
            <w:r w:rsidR="00DD3B05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C08F62" wp14:editId="3D49A49A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27940</wp:posOffset>
                      </wp:positionV>
                      <wp:extent cx="114300" cy="114300"/>
                      <wp:effectExtent l="0" t="0" r="19050" b="19050"/>
                      <wp:wrapNone/>
                      <wp:docPr id="6" name="橢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6" o:spid="_x0000_s1026" style="position:absolute;margin-left:51.7pt;margin-top:2.2pt;width:9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" filled="f" strokecolor="black [3213]" strokeweight=".5pt"/>
                  </w:pict>
                </mc:Fallback>
              </mc:AlternateContent>
            </w:r>
            <w:r w:rsidR="00DD3B05"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3C877A" wp14:editId="262643DD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27305</wp:posOffset>
                      </wp:positionV>
                      <wp:extent cx="114300" cy="114300"/>
                      <wp:effectExtent l="0" t="0" r="19050" b="19050"/>
                      <wp:wrapNone/>
                      <wp:docPr id="5" name="橢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5" o:spid="_x0000_s1026" style="position:absolute;margin-left:39.7pt;margin-top:2.15pt;width:9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" filled="f" strokecolor="black [3213]" strokeweight=".5pt"/>
                  </w:pict>
                </mc:Fallback>
              </mc:AlternateContent>
            </w:r>
            <w:r w:rsidR="00DD3B05">
              <w:rPr>
                <w:rFonts w:ascii="標楷體" w:eastAsia="標楷體" w:hAnsi="標楷體" w:hint="eastAsia"/>
                <w:sz w:val="28"/>
                <w:szCs w:val="28"/>
              </w:rPr>
              <w:t>2.           教授</w:t>
            </w:r>
          </w:p>
          <w:p w:rsidR="00DD3B05" w:rsidRDefault="00DD3B05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DD3B05" w:rsidRDefault="00E55FC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A91B8B9" wp14:editId="53686C65">
                      <wp:simplePos x="0" y="0"/>
                      <wp:positionH relativeFrom="column">
                        <wp:posOffset>1542415</wp:posOffset>
                      </wp:positionH>
                      <wp:positionV relativeFrom="paragraph">
                        <wp:posOffset>46990</wp:posOffset>
                      </wp:positionV>
                      <wp:extent cx="200025" cy="57150"/>
                      <wp:effectExtent l="38100" t="38100" r="0" b="76200"/>
                      <wp:wrapNone/>
                      <wp:docPr id="19" name="直線單箭頭接點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0025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單箭頭接點 19" o:spid="_x0000_s1026" type="#_x0000_t32" style="position:absolute;margin-left:121.45pt;margin-top:3.7pt;width:15.75pt;height:4.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" strokecolor="black [3213]">
                      <v:stroke endarrow="open"/>
                    </v:shap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5A2B2E" wp14:editId="61373C6E">
                      <wp:simplePos x="0" y="0"/>
                      <wp:positionH relativeFrom="column">
                        <wp:posOffset>1266190</wp:posOffset>
                      </wp:positionH>
                      <wp:positionV relativeFrom="paragraph">
                        <wp:posOffset>43180</wp:posOffset>
                      </wp:positionV>
                      <wp:extent cx="114300" cy="114300"/>
                      <wp:effectExtent l="0" t="0" r="19050" b="19050"/>
                      <wp:wrapNone/>
                      <wp:docPr id="16" name="橢圓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6" o:spid="_x0000_s1026" style="position:absolute;margin-left:99.7pt;margin-top:3.4pt;width:9pt;height: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F16350F" wp14:editId="31FE45E9">
                      <wp:simplePos x="0" y="0"/>
                      <wp:positionH relativeFrom="column">
                        <wp:posOffset>1428115</wp:posOffset>
                      </wp:positionH>
                      <wp:positionV relativeFrom="paragraph">
                        <wp:posOffset>43180</wp:posOffset>
                      </wp:positionV>
                      <wp:extent cx="114300" cy="114300"/>
                      <wp:effectExtent l="0" t="0" r="19050" b="19050"/>
                      <wp:wrapNone/>
                      <wp:docPr id="18" name="橢圓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8" o:spid="_x0000_s1026" style="position:absolute;margin-left:112.45pt;margin-top:3.4pt;width:9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CCBDBC" wp14:editId="039790B8">
                      <wp:simplePos x="0" y="0"/>
                      <wp:positionH relativeFrom="column">
                        <wp:posOffset>1113790</wp:posOffset>
                      </wp:positionH>
                      <wp:positionV relativeFrom="paragraph">
                        <wp:posOffset>43180</wp:posOffset>
                      </wp:positionV>
                      <wp:extent cx="114300" cy="114300"/>
                      <wp:effectExtent l="0" t="0" r="19050" b="19050"/>
                      <wp:wrapNone/>
                      <wp:docPr id="15" name="橢圓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5" o:spid="_x0000_s1026" style="position:absolute;margin-left:87.7pt;margin-top:3.4pt;width:9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9797E5" wp14:editId="1AAB0DBE">
                      <wp:simplePos x="0" y="0"/>
                      <wp:positionH relativeFrom="column">
                        <wp:posOffset>961390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0" t="0" r="19050" b="19050"/>
                      <wp:wrapNone/>
                      <wp:docPr id="14" name="橢圓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4" o:spid="_x0000_s1026" style="position:absolute;margin-left:75.7pt;margin-top:2.65pt;width:9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F3AE93F" wp14:editId="0212EAB6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0" t="0" r="19050" b="19050"/>
                      <wp:wrapNone/>
                      <wp:docPr id="12" name="橢圓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2" o:spid="_x0000_s1026" style="position:absolute;margin-left:51.7pt;margin-top:2.65pt;width:9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AC2ECE9" wp14:editId="1307613E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0" t="0" r="19050" b="19050"/>
                      <wp:wrapNone/>
                      <wp:docPr id="13" name="橢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3" o:spid="_x0000_s1026" style="position:absolute;margin-left:63.7pt;margin-top:2.65pt;width:9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2A53A7" wp14:editId="7BD7F61F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33655</wp:posOffset>
                      </wp:positionV>
                      <wp:extent cx="114300" cy="114300"/>
                      <wp:effectExtent l="0" t="0" r="19050" b="19050"/>
                      <wp:wrapNone/>
                      <wp:docPr id="9" name="橢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9" o:spid="_x0000_s1026" style="position:absolute;margin-left:39.7pt;margin-top:2.65pt;width:9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709F5E7" wp14:editId="442B7576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33020</wp:posOffset>
                      </wp:positionV>
                      <wp:extent cx="114300" cy="114300"/>
                      <wp:effectExtent l="0" t="0" r="19050" b="19050"/>
                      <wp:wrapNone/>
                      <wp:docPr id="8" name="橢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8" o:spid="_x0000_s1026" style="position:absolute;margin-left:27.7pt;margin-top:2.6pt;width:9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4601D7" wp14:editId="62C16401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32385</wp:posOffset>
                      </wp:positionV>
                      <wp:extent cx="114300" cy="114300"/>
                      <wp:effectExtent l="0" t="0" r="19050" b="19050"/>
                      <wp:wrapNone/>
                      <wp:docPr id="7" name="橢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7" o:spid="_x0000_s1026" style="position:absolute;margin-left:16.45pt;margin-top:2.55pt;width:9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" filled="f" strokecolor="black [3213]" strokeweight=".5pt"/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0265E78" wp14:editId="4B02EED8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24130</wp:posOffset>
                      </wp:positionV>
                      <wp:extent cx="114300" cy="114300"/>
                      <wp:effectExtent l="0" t="0" r="19050" b="19050"/>
                      <wp:wrapNone/>
                      <wp:docPr id="17" name="橢圓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橢圓 17" o:spid="_x0000_s1026" style="position:absolute;margin-left:3.7pt;margin-top:1.9pt;width:9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" filled="f" strokecolor="black [3213]" strokeweight=".5pt"/>
                  </w:pict>
                </mc:Fallback>
              </mc:AlternateContent>
            </w:r>
            <w:r w:rsidR="00DD3B05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</w:p>
          <w:p w:rsidR="00DD3B05" w:rsidRDefault="00E55FC6" w:rsidP="00F62781">
            <w:pPr>
              <w:adjustRightInd w:val="0"/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3.現場抽取題目，進本科很辛苦，如何逆轉生存?</w:t>
            </w:r>
          </w:p>
          <w:p w:rsidR="00E55FC6" w:rsidRPr="00F62781" w:rsidRDefault="00E55FC6" w:rsidP="00F6278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4.乾淨、簡潔</w:t>
            </w:r>
          </w:p>
        </w:tc>
      </w:tr>
      <w:tr w:rsidR="00C567F1" w:rsidRPr="00C567F1" w:rsidTr="00C567F1">
        <w:trPr>
          <w:cantSplit/>
          <w:trHeight w:val="300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C567F1" w:rsidRDefault="00C567F1" w:rsidP="00C567F1">
            <w:pPr>
              <w:adjustRightInd w:val="0"/>
              <w:snapToGrid w:val="0"/>
              <w:jc w:val="center"/>
              <w:rPr>
                <w:rFonts w:eastAsia="標楷體"/>
                <w:b/>
              </w:rPr>
            </w:pPr>
            <w:r w:rsidRPr="00C567F1">
              <w:rPr>
                <w:rFonts w:eastAsia="標楷體" w:hint="eastAsia"/>
                <w:b/>
              </w:rPr>
              <w:t>個人建議</w:t>
            </w:r>
          </w:p>
        </w:tc>
      </w:tr>
      <w:tr w:rsidR="00C567F1" w:rsidRPr="00C567F1">
        <w:trPr>
          <w:cantSplit/>
          <w:trHeight w:val="2475"/>
        </w:trPr>
        <w:tc>
          <w:tcPr>
            <w:tcW w:w="739" w:type="dxa"/>
            <w:vMerge/>
            <w:vAlign w:val="center"/>
          </w:tcPr>
          <w:p w:rsidR="00C567F1" w:rsidRPr="00C567F1" w:rsidRDefault="00C567F1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993" w:type="dxa"/>
            <w:gridSpan w:val="15"/>
          </w:tcPr>
          <w:p w:rsidR="00C567F1" w:rsidRPr="00F62781" w:rsidRDefault="00C567F1" w:rsidP="00F62781">
            <w:pPr>
              <w:adjustRightInd w:val="0"/>
              <w:snapToGrid w:val="0"/>
              <w:rPr>
                <w:rFonts w:eastAsia="標楷體"/>
                <w:sz w:val="28"/>
              </w:rPr>
            </w:pP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B82438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lastRenderedPageBreak/>
              <w:t>四、筆</w:t>
            </w:r>
            <w:r w:rsidR="00994967" w:rsidRPr="00C567F1">
              <w:rPr>
                <w:rFonts w:eastAsia="標楷體" w:hint="eastAsia"/>
                <w:sz w:val="28"/>
              </w:rPr>
              <w:t>試</w:t>
            </w:r>
          </w:p>
        </w:tc>
        <w:tc>
          <w:tcPr>
            <w:tcW w:w="9993" w:type="dxa"/>
            <w:gridSpan w:val="15"/>
          </w:tcPr>
          <w:p w:rsidR="00B82438" w:rsidRPr="00C567F1" w:rsidRDefault="00B82438" w:rsidP="00B82438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（若有筆試，請註明試題、時間長度、回答技巧或注意事項）</w:t>
            </w:r>
          </w:p>
          <w:p w:rsidR="00305939" w:rsidRPr="00C567F1" w:rsidRDefault="00C567F1" w:rsidP="000350B6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 w:rsidRPr="00C567F1">
              <w:rPr>
                <w:rFonts w:eastAsia="標楷體" w:hint="eastAsia"/>
                <w:sz w:val="28"/>
                <w:szCs w:val="28"/>
              </w:rPr>
              <w:t>無</w:t>
            </w:r>
          </w:p>
        </w:tc>
      </w:tr>
      <w:tr w:rsidR="00994967" w:rsidRPr="00C567F1">
        <w:trPr>
          <w:cantSplit/>
          <w:trHeight w:val="4170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感想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592F01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（請學長姐分享一</w:t>
            </w:r>
            <w:r w:rsidR="00994967" w:rsidRPr="00C567F1">
              <w:rPr>
                <w:rFonts w:eastAsia="標楷體" w:hint="eastAsia"/>
              </w:rPr>
              <w:t>下寶貴的經驗之談吧！）</w:t>
            </w:r>
          </w:p>
          <w:p w:rsidR="00C567F1" w:rsidRDefault="00E55FC6" w:rsidP="00060268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教授完全不看備審，多集中注意在作品集</w:t>
            </w:r>
          </w:p>
          <w:p w:rsidR="00E55FC6" w:rsidRPr="00E55FC6" w:rsidRDefault="00E55FC6" w:rsidP="00060268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沒有準備作品集等於完全沒有優勢</w:t>
            </w:r>
          </w:p>
        </w:tc>
      </w:tr>
      <w:tr w:rsidR="00994967" w:rsidRPr="00C567F1" w:rsidTr="003B6D40">
        <w:trPr>
          <w:cantSplit/>
          <w:trHeight w:val="3545"/>
        </w:trPr>
        <w:tc>
          <w:tcPr>
            <w:tcW w:w="739" w:type="dxa"/>
            <w:vAlign w:val="center"/>
          </w:tcPr>
          <w:p w:rsidR="00994967" w:rsidRPr="00C567F1" w:rsidRDefault="00994967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建議</w:t>
            </w:r>
          </w:p>
        </w:tc>
        <w:tc>
          <w:tcPr>
            <w:tcW w:w="9993" w:type="dxa"/>
            <w:gridSpan w:val="15"/>
          </w:tcPr>
          <w:p w:rsidR="00994967" w:rsidRPr="00C567F1" w:rsidRDefault="00CE20A7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  <w:b/>
              </w:rPr>
              <w:t>必寫！</w:t>
            </w:r>
            <w:r w:rsidR="00592F01" w:rsidRPr="00C567F1">
              <w:rPr>
                <w:rFonts w:eastAsia="標楷體" w:hint="eastAsia"/>
              </w:rPr>
              <w:t>（給學弟</w:t>
            </w:r>
            <w:r w:rsidR="00575753" w:rsidRPr="00C567F1">
              <w:rPr>
                <w:rFonts w:eastAsia="標楷體" w:hint="eastAsia"/>
              </w:rPr>
              <w:t>妹們一些行前建議</w:t>
            </w:r>
            <w:r w:rsidR="00994967" w:rsidRPr="00C567F1">
              <w:rPr>
                <w:rFonts w:eastAsia="標楷體" w:hint="eastAsia"/>
              </w:rPr>
              <w:t>吧！）</w:t>
            </w:r>
          </w:p>
          <w:p w:rsidR="004A2ACE" w:rsidRDefault="00E55FC6" w:rsidP="00F62781">
            <w:pPr>
              <w:adjustRightInd w:val="0"/>
              <w:snapToGrid w:val="0"/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教授的笑，皮笑肉不笑不要過於緊張暴露自己</w:t>
            </w:r>
          </w:p>
          <w:p w:rsidR="00E55FC6" w:rsidRPr="00F62781" w:rsidRDefault="00E55FC6" w:rsidP="00F62781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作品集能放多少盡可能地放</w:t>
            </w:r>
            <w:bookmarkStart w:id="0" w:name="_GoBack"/>
            <w:bookmarkEnd w:id="0"/>
          </w:p>
        </w:tc>
      </w:tr>
      <w:tr w:rsidR="000A186C" w:rsidRPr="00C567F1" w:rsidTr="008A4596">
        <w:trPr>
          <w:cantSplit/>
          <w:trHeight w:val="2720"/>
        </w:trPr>
        <w:tc>
          <w:tcPr>
            <w:tcW w:w="739" w:type="dxa"/>
            <w:vAlign w:val="center"/>
          </w:tcPr>
          <w:p w:rsidR="000A186C" w:rsidRPr="00C567F1" w:rsidRDefault="000A186C" w:rsidP="000350B6">
            <w:pPr>
              <w:adjustRightInd w:val="0"/>
              <w:snapToGrid w:val="0"/>
              <w:jc w:val="center"/>
              <w:rPr>
                <w:rFonts w:eastAsia="標楷體"/>
                <w:sz w:val="28"/>
              </w:rPr>
            </w:pPr>
            <w:r w:rsidRPr="00C567F1">
              <w:rPr>
                <w:rFonts w:eastAsia="標楷體" w:hint="eastAsia"/>
                <w:sz w:val="28"/>
              </w:rPr>
              <w:t>其他</w:t>
            </w:r>
          </w:p>
        </w:tc>
        <w:tc>
          <w:tcPr>
            <w:tcW w:w="9993" w:type="dxa"/>
            <w:gridSpan w:val="15"/>
          </w:tcPr>
          <w:p w:rsidR="000A186C" w:rsidRPr="00C567F1" w:rsidRDefault="000A186C" w:rsidP="000350B6">
            <w:pPr>
              <w:adjustRightInd w:val="0"/>
              <w:snapToGrid w:val="0"/>
              <w:jc w:val="both"/>
              <w:rPr>
                <w:rFonts w:eastAsia="標楷體"/>
              </w:rPr>
            </w:pPr>
            <w:r w:rsidRPr="00C567F1">
              <w:rPr>
                <w:rFonts w:eastAsia="標楷體" w:hint="eastAsia"/>
              </w:rPr>
              <w:t>（我有話要說～還有還有</w:t>
            </w:r>
            <w:r w:rsidRPr="00C567F1">
              <w:rPr>
                <w:rFonts w:eastAsia="標楷體"/>
              </w:rPr>
              <w:t>……</w:t>
            </w:r>
            <w:r w:rsidRPr="00C567F1">
              <w:rPr>
                <w:rFonts w:eastAsia="標楷體" w:hint="eastAsia"/>
              </w:rPr>
              <w:t>）</w:t>
            </w:r>
          </w:p>
          <w:p w:rsidR="004A2ACE" w:rsidRPr="004A2ACE" w:rsidRDefault="004A2ACE" w:rsidP="004A2ACE">
            <w:pPr>
              <w:adjustRightInd w:val="0"/>
              <w:snapToGrid w:val="0"/>
              <w:jc w:val="both"/>
              <w:rPr>
                <w:rFonts w:eastAsia="標楷體"/>
                <w:sz w:val="28"/>
                <w:szCs w:val="28"/>
              </w:rPr>
            </w:pPr>
          </w:p>
        </w:tc>
      </w:tr>
    </w:tbl>
    <w:p w:rsidR="00994967" w:rsidRPr="00C567F1" w:rsidRDefault="00994967" w:rsidP="00B82438"/>
    <w:sectPr w:rsidR="00994967" w:rsidRPr="00C567F1" w:rsidSect="0099496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CF" w:rsidRDefault="006C49CF" w:rsidP="00206114">
      <w:r>
        <w:separator/>
      </w:r>
    </w:p>
  </w:endnote>
  <w:endnote w:type="continuationSeparator" w:id="0">
    <w:p w:rsidR="006C49CF" w:rsidRDefault="006C49CF" w:rsidP="00206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流隸體W5(P)">
    <w:altName w:val="Arial Unicode MS"/>
    <w:charset w:val="88"/>
    <w:family w:val="script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CF" w:rsidRDefault="006C49CF" w:rsidP="00206114">
      <w:r>
        <w:separator/>
      </w:r>
    </w:p>
  </w:footnote>
  <w:footnote w:type="continuationSeparator" w:id="0">
    <w:p w:rsidR="006C49CF" w:rsidRDefault="006C49CF" w:rsidP="00206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C527A"/>
    <w:multiLevelType w:val="hybridMultilevel"/>
    <w:tmpl w:val="BAD88B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33C1C07"/>
    <w:multiLevelType w:val="hybridMultilevel"/>
    <w:tmpl w:val="F844CDF6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956307"/>
    <w:multiLevelType w:val="hybridMultilevel"/>
    <w:tmpl w:val="B8BA4B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B558E1"/>
    <w:multiLevelType w:val="hybridMultilevel"/>
    <w:tmpl w:val="FF98F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61E71F1"/>
    <w:multiLevelType w:val="hybridMultilevel"/>
    <w:tmpl w:val="FE6AEE4E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EB45C86"/>
    <w:multiLevelType w:val="hybridMultilevel"/>
    <w:tmpl w:val="70329F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4DE3AC3"/>
    <w:multiLevelType w:val="hybridMultilevel"/>
    <w:tmpl w:val="2A8CB4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78772DD4"/>
    <w:multiLevelType w:val="hybridMultilevel"/>
    <w:tmpl w:val="CFF4455A"/>
    <w:lvl w:ilvl="0" w:tplc="0409000D">
      <w:start w:val="1"/>
      <w:numFmt w:val="bullet"/>
      <w:lvlText w:val="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>
    <w:nsid w:val="7A013DE5"/>
    <w:multiLevelType w:val="hybridMultilevel"/>
    <w:tmpl w:val="6CA8DC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9CF"/>
    <w:rsid w:val="000072C0"/>
    <w:rsid w:val="000350B6"/>
    <w:rsid w:val="000355F0"/>
    <w:rsid w:val="00040878"/>
    <w:rsid w:val="00060268"/>
    <w:rsid w:val="000663B9"/>
    <w:rsid w:val="000819B0"/>
    <w:rsid w:val="0008276A"/>
    <w:rsid w:val="000A186C"/>
    <w:rsid w:val="001165CD"/>
    <w:rsid w:val="00126761"/>
    <w:rsid w:val="001425C3"/>
    <w:rsid w:val="00193A05"/>
    <w:rsid w:val="00196952"/>
    <w:rsid w:val="001B0B16"/>
    <w:rsid w:val="001B58A8"/>
    <w:rsid w:val="001E67D0"/>
    <w:rsid w:val="00206114"/>
    <w:rsid w:val="00230343"/>
    <w:rsid w:val="00260FA9"/>
    <w:rsid w:val="00293548"/>
    <w:rsid w:val="002A0B61"/>
    <w:rsid w:val="002E7E7D"/>
    <w:rsid w:val="002F3106"/>
    <w:rsid w:val="00303E62"/>
    <w:rsid w:val="00305939"/>
    <w:rsid w:val="003114B0"/>
    <w:rsid w:val="003344E1"/>
    <w:rsid w:val="003549B9"/>
    <w:rsid w:val="0037356E"/>
    <w:rsid w:val="00392856"/>
    <w:rsid w:val="003A2024"/>
    <w:rsid w:val="003B65A9"/>
    <w:rsid w:val="003B6D40"/>
    <w:rsid w:val="003E3684"/>
    <w:rsid w:val="003E665E"/>
    <w:rsid w:val="003F50B3"/>
    <w:rsid w:val="0040292F"/>
    <w:rsid w:val="004853C2"/>
    <w:rsid w:val="0048650D"/>
    <w:rsid w:val="00495030"/>
    <w:rsid w:val="00497AE6"/>
    <w:rsid w:val="004A2ACE"/>
    <w:rsid w:val="004B1789"/>
    <w:rsid w:val="004C0EF9"/>
    <w:rsid w:val="004D204D"/>
    <w:rsid w:val="004F67C2"/>
    <w:rsid w:val="00512CCB"/>
    <w:rsid w:val="0051393F"/>
    <w:rsid w:val="0053159A"/>
    <w:rsid w:val="00560B38"/>
    <w:rsid w:val="00564594"/>
    <w:rsid w:val="00575753"/>
    <w:rsid w:val="005760CC"/>
    <w:rsid w:val="00592969"/>
    <w:rsid w:val="00592F01"/>
    <w:rsid w:val="00595C1D"/>
    <w:rsid w:val="00595D2A"/>
    <w:rsid w:val="005E47B1"/>
    <w:rsid w:val="005F77F5"/>
    <w:rsid w:val="006047BC"/>
    <w:rsid w:val="00627353"/>
    <w:rsid w:val="0065525A"/>
    <w:rsid w:val="00662840"/>
    <w:rsid w:val="00693C25"/>
    <w:rsid w:val="006C02C8"/>
    <w:rsid w:val="006C3473"/>
    <w:rsid w:val="006C49CF"/>
    <w:rsid w:val="006D1261"/>
    <w:rsid w:val="006E1344"/>
    <w:rsid w:val="0070765A"/>
    <w:rsid w:val="007117B6"/>
    <w:rsid w:val="007219B3"/>
    <w:rsid w:val="00756196"/>
    <w:rsid w:val="00874A00"/>
    <w:rsid w:val="00885D11"/>
    <w:rsid w:val="008A4596"/>
    <w:rsid w:val="008C07C9"/>
    <w:rsid w:val="00914060"/>
    <w:rsid w:val="009217DD"/>
    <w:rsid w:val="00990B50"/>
    <w:rsid w:val="00994967"/>
    <w:rsid w:val="009B5966"/>
    <w:rsid w:val="009D2C71"/>
    <w:rsid w:val="009D34DE"/>
    <w:rsid w:val="00A03115"/>
    <w:rsid w:val="00A06F8E"/>
    <w:rsid w:val="00AA1D26"/>
    <w:rsid w:val="00AA2417"/>
    <w:rsid w:val="00AA6C64"/>
    <w:rsid w:val="00AF7B05"/>
    <w:rsid w:val="00B55858"/>
    <w:rsid w:val="00B82438"/>
    <w:rsid w:val="00BA641D"/>
    <w:rsid w:val="00BB3AF9"/>
    <w:rsid w:val="00BB6D44"/>
    <w:rsid w:val="00BC365A"/>
    <w:rsid w:val="00BD1963"/>
    <w:rsid w:val="00BE278D"/>
    <w:rsid w:val="00C11A48"/>
    <w:rsid w:val="00C33747"/>
    <w:rsid w:val="00C567F1"/>
    <w:rsid w:val="00C634EF"/>
    <w:rsid w:val="00C673E1"/>
    <w:rsid w:val="00CE20A7"/>
    <w:rsid w:val="00CF484F"/>
    <w:rsid w:val="00D047CF"/>
    <w:rsid w:val="00D7478A"/>
    <w:rsid w:val="00D8590B"/>
    <w:rsid w:val="00DB2B95"/>
    <w:rsid w:val="00DD02C8"/>
    <w:rsid w:val="00DD3B05"/>
    <w:rsid w:val="00DD6D74"/>
    <w:rsid w:val="00DF3B80"/>
    <w:rsid w:val="00E0424A"/>
    <w:rsid w:val="00E112C6"/>
    <w:rsid w:val="00E55FC6"/>
    <w:rsid w:val="00EA21E2"/>
    <w:rsid w:val="00EA66C4"/>
    <w:rsid w:val="00EE0AD6"/>
    <w:rsid w:val="00F02B07"/>
    <w:rsid w:val="00F17EF6"/>
    <w:rsid w:val="00F21850"/>
    <w:rsid w:val="00F511EF"/>
    <w:rsid w:val="00F62781"/>
    <w:rsid w:val="00F63FAB"/>
    <w:rsid w:val="00F66887"/>
    <w:rsid w:val="00F67BE1"/>
    <w:rsid w:val="00FA01CC"/>
    <w:rsid w:val="00FC62E0"/>
    <w:rsid w:val="00FD1280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4967"/>
    <w:pPr>
      <w:ind w:firstLineChars="200" w:firstLine="480"/>
    </w:pPr>
    <w:rPr>
      <w:rFonts w:eastAsia="華康流隸體W5(P)"/>
    </w:rPr>
  </w:style>
  <w:style w:type="paragraph" w:styleId="a4">
    <w:name w:val="header"/>
    <w:basedOn w:val="a"/>
    <w:link w:val="a5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206114"/>
    <w:rPr>
      <w:kern w:val="2"/>
    </w:rPr>
  </w:style>
  <w:style w:type="paragraph" w:styleId="a6">
    <w:name w:val="footer"/>
    <w:basedOn w:val="a"/>
    <w:link w:val="a7"/>
    <w:rsid w:val="002061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206114"/>
    <w:rPr>
      <w:kern w:val="2"/>
    </w:rPr>
  </w:style>
  <w:style w:type="paragraph" w:styleId="a8">
    <w:name w:val="List Paragraph"/>
    <w:basedOn w:val="a"/>
    <w:uiPriority w:val="34"/>
    <w:qFormat/>
    <w:rsid w:val="0029354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20633;&#23529;&#24515;&#24471;&#20998;&#20139;\&#29956;&#36984;&#20837;&#23416;&#24515;&#24471;&#20998;&#20139;&#34920;(&#31354;&#30333;)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0912D-6F6B-490C-BA7E-C1C80D6E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甄選入學心得分享表(空白)</Template>
  <TotalTime>12</TotalTime>
  <Pages>2</Pages>
  <Words>543</Words>
  <Characters>192</Characters>
  <Application>Microsoft Office Word</Application>
  <DocSecurity>0</DocSecurity>
  <Lines>1</Lines>
  <Paragraphs>1</Paragraphs>
  <ScaleCrop>false</ScaleCrop>
  <Company>CMT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甄選入學心得分享</dc:title>
  <dc:creator>user</dc:creator>
  <cp:lastModifiedBy>user</cp:lastModifiedBy>
  <cp:revision>3</cp:revision>
  <cp:lastPrinted>2013-03-12T00:03:00Z</cp:lastPrinted>
  <dcterms:created xsi:type="dcterms:W3CDTF">2019-05-15T07:35:00Z</dcterms:created>
  <dcterms:modified xsi:type="dcterms:W3CDTF">2019-05-15T07:46:00Z</dcterms:modified>
</cp:coreProperties>
</file>